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6A6C67" w:rsidRDefault="00AA1495" w:rsidP="00AA1495">
      <w:pPr>
        <w:rPr>
          <w:rFonts w:ascii="Arial" w:hAnsi="Arial" w:cs="Arial"/>
          <w:szCs w:val="20"/>
        </w:rPr>
      </w:pPr>
    </w:p>
    <w:p w14:paraId="115BAA19" w14:textId="77777777" w:rsidR="00831E14" w:rsidRPr="006A6C67" w:rsidRDefault="00831E14" w:rsidP="00AA1495">
      <w:pPr>
        <w:rPr>
          <w:rFonts w:ascii="Arial" w:hAnsi="Arial" w:cs="Arial"/>
          <w:szCs w:val="20"/>
        </w:rPr>
      </w:pPr>
    </w:p>
    <w:p w14:paraId="049940DA" w14:textId="77777777" w:rsidR="00831E14" w:rsidRPr="006A6C67" w:rsidRDefault="00831E14" w:rsidP="00AA1495">
      <w:pPr>
        <w:rPr>
          <w:rFonts w:ascii="Arial" w:hAnsi="Arial" w:cs="Arial"/>
          <w:szCs w:val="20"/>
        </w:rPr>
      </w:pPr>
    </w:p>
    <w:p w14:paraId="06598E6A" w14:textId="77777777" w:rsidR="00831E14" w:rsidRPr="006A6C67" w:rsidRDefault="00831E14" w:rsidP="00AA1495">
      <w:pPr>
        <w:rPr>
          <w:rFonts w:ascii="Arial" w:hAnsi="Arial" w:cs="Arial"/>
          <w:szCs w:val="20"/>
        </w:rPr>
      </w:pPr>
    </w:p>
    <w:p w14:paraId="48C8067B" w14:textId="08DC2EF2" w:rsidR="006A6C67" w:rsidRPr="006A6C67" w:rsidRDefault="006A6C67" w:rsidP="00440466">
      <w:pPr>
        <w:pStyle w:val="NoSpacing"/>
        <w:rPr>
          <w:rFonts w:cs="Arial"/>
          <w:sz w:val="20"/>
          <w:szCs w:val="20"/>
        </w:rPr>
      </w:pPr>
      <w:r w:rsidRPr="006A6C67">
        <w:rPr>
          <w:rFonts w:cs="Arial"/>
          <w:sz w:val="20"/>
          <w:szCs w:val="20"/>
        </w:rPr>
        <w:t>Mowgli en Shanti hebben al vaak contact gehad met welpen door heel Nederland. Dikwijls vragen zij hulp aan de welpen om te komen assisteren bij het oplossen van een probleem in de Jungle, maar nu hebben zij een uitnodiging gekregen om bij de</w:t>
      </w:r>
      <w:r w:rsidRPr="006A6C67">
        <w:rPr>
          <w:rFonts w:cs="Arial"/>
          <w:sz w:val="20"/>
          <w:szCs w:val="20"/>
        </w:rPr>
        <w:t xml:space="preserve"> </w:t>
      </w:r>
      <w:r w:rsidRPr="006A6C67">
        <w:rPr>
          <w:rFonts w:cs="Arial"/>
          <w:sz w:val="20"/>
          <w:szCs w:val="20"/>
        </w:rPr>
        <w:t>“Ridderhorde” in de stad een grote activiteit mee te komen maken. De hele dag, al om tien uur moeten ze er zijn en het duurt ook tot tien uur. Ze hebben daar best zin in en gelukkig hebben zij net als alle welpen die zaterdag niets te doen en dus nemen ze de uitnodiging aan. Wat hen precies te wachten staat, daarvan hebben zij geen idee. In de brief staan een paar hoofdletters, JOTA-JOTI. Samen hebben Mowgli en Shanti bedacht dat die vast een afkorting van iets is, maar wat ze ook proberen te verzinnen, ze komen er niet uit. Je Onderneemt Toffe Activiteiten / Je Ontdekt Trouwe I………. Waar kan die “I” nu voor staan.</w:t>
      </w:r>
    </w:p>
    <w:p w14:paraId="7A27FDCC" w14:textId="77777777" w:rsidR="006A6C67" w:rsidRPr="006A6C67" w:rsidRDefault="006A6C67" w:rsidP="00440466">
      <w:pPr>
        <w:pStyle w:val="NoSpacing"/>
        <w:rPr>
          <w:rFonts w:cs="Arial"/>
          <w:sz w:val="20"/>
          <w:szCs w:val="20"/>
        </w:rPr>
      </w:pPr>
    </w:p>
    <w:p w14:paraId="24BEB2B0" w14:textId="4DD0514D" w:rsidR="006A6C67" w:rsidRPr="006A6C67" w:rsidRDefault="006A6C67" w:rsidP="00440466">
      <w:pPr>
        <w:pStyle w:val="NoSpacing"/>
        <w:rPr>
          <w:rFonts w:cs="Arial"/>
          <w:sz w:val="20"/>
          <w:szCs w:val="20"/>
        </w:rPr>
      </w:pPr>
      <w:r w:rsidRPr="006A6C67">
        <w:rPr>
          <w:rFonts w:cs="Arial"/>
          <w:sz w:val="20"/>
          <w:szCs w:val="20"/>
        </w:rPr>
        <w:t>Op de afgesproken dag worden Mowgli en Shanti naar de stad gebracht en op het opgegeven adres is het al een drukte van jewelste. Niet alleen zijn er een heleboel welpen, maar ook scouts en zelfs nog oudere jongens en meisjes lopen rond. Midden op het terrein staat een hoge toren van houten palen gemaakt en overal liggen en hangen kabels.</w:t>
      </w:r>
    </w:p>
    <w:p w14:paraId="3AFB45A0" w14:textId="77777777" w:rsidR="006A6C67" w:rsidRPr="006A6C67" w:rsidRDefault="006A6C67" w:rsidP="00440466">
      <w:pPr>
        <w:pStyle w:val="NoSpacing"/>
        <w:rPr>
          <w:rFonts w:cs="Arial"/>
          <w:sz w:val="20"/>
          <w:szCs w:val="20"/>
        </w:rPr>
      </w:pPr>
    </w:p>
    <w:p w14:paraId="3BBFA229" w14:textId="35E95064" w:rsidR="006A6C67" w:rsidRPr="006A6C67" w:rsidRDefault="006A6C67" w:rsidP="00440466">
      <w:pPr>
        <w:pStyle w:val="NoSpacing"/>
        <w:rPr>
          <w:rFonts w:cs="Arial"/>
          <w:sz w:val="20"/>
          <w:szCs w:val="20"/>
        </w:rPr>
      </w:pPr>
      <w:r w:rsidRPr="006A6C67">
        <w:rPr>
          <w:rFonts w:cs="Arial"/>
          <w:sz w:val="20"/>
          <w:szCs w:val="20"/>
        </w:rPr>
        <w:t>Mowgli kijkt Shanti aan. Zou de T voor Toren staan, daar hadden ze nooit aan gedacht. Een beetje verlegen staat het tweetal te kijken wat er allemaal gebeurd. Dan komt er een vriendelijke mevrouw naar hen toe. “Hartelijk welkom bij de Ridderhorde”, zegt ze. “Jullie moeten Mowgli en Shanti zijn. Ik ben Akela. Kom maar mee naar binnen, dan zal ik jullie voorstellen aan de andere welpen.” Mowgli en Shanti kijken rond in het lokaal waar ze heen gebracht worden. Op de grote tafels staan allerlei apparaten en een paar microfoons. Shanti fluistert zachtjes naar Mowgli “kan jij vragen wat we hier nu gaan doen”? Zelf durft ze het eigenlijk niet. Mowgli knikt. “Akela, waar is dit allemaal voor en wat doet die toren buiten en wat betekende de letters JOTA en JOTI? “ Eigenlijk wil Mowgli nog meer vragen, maar voordat hij daar de kans toe krijgt klinkt er een luid “Jalahi” over het terrein. In de jungle weet iedereen dat Akela dan wat wil zeggen en is stil. Kennelijk werkt dat bij de mensenwelpen net zo. Uit alle kanten komen de welpen aangelopen en gaan in kleine groepjes in een grote kring staan. Jongens en meisjes door elkaar</w:t>
      </w:r>
    </w:p>
    <w:p w14:paraId="16326B51" w14:textId="77777777" w:rsidR="006A6C67" w:rsidRPr="006A6C67" w:rsidRDefault="006A6C67" w:rsidP="00440466">
      <w:pPr>
        <w:pStyle w:val="NoSpacing"/>
        <w:rPr>
          <w:rFonts w:cs="Arial"/>
          <w:sz w:val="20"/>
          <w:szCs w:val="20"/>
        </w:rPr>
      </w:pPr>
    </w:p>
    <w:p w14:paraId="20151F01" w14:textId="2DCC2735" w:rsidR="006A6C67" w:rsidRPr="006A6C67" w:rsidRDefault="006A6C67" w:rsidP="00440466">
      <w:pPr>
        <w:pStyle w:val="NoSpacing"/>
        <w:rPr>
          <w:rFonts w:cs="Arial"/>
          <w:sz w:val="20"/>
          <w:szCs w:val="20"/>
        </w:rPr>
      </w:pPr>
      <w:r w:rsidRPr="006A6C67">
        <w:rPr>
          <w:rFonts w:cs="Arial"/>
          <w:sz w:val="20"/>
          <w:szCs w:val="20"/>
        </w:rPr>
        <w:t>“Jij moet Shanti zijn,” zegt een meisje dat bijna net zo groot is . “Ik herken je aan je jurk. Ik ben Annelotte, kom maar bij mij staan.” Shanti kijkt een beetje angstig naar Mowgli. Moet ze wel mee gaan, maar dan ziet ze dat ook Mowgli aangesproken wordt door een jongen van zijn eigen leeftijd en begrijpt ze dat ze maar moet doen wat Annelotte aan haar vraagt. Dan neemt Akela het woord, heet alle welpen welkom en speciaal hun twee gasten. “Laten we er met elkaar een leuke extra bijeenkomst van maken. Ik zie dat Annelotte en Jeroen zich al een beetje over onze gasten hebben ontfermd.” Dan richt Akela zich naar alle welpen. “Wie van jullie kan ons vertellen waar de letters JOTA en JOTI voor staan.” Net als op school steken bijna alle welpen hun hand op. “Zeg jij het maar Maaike” en ze kijkt een meisje in een rolstoel aan. “JOTA betekent Jamboree On The Air en JOTI is Jamboree On The Internet.”</w:t>
      </w:r>
    </w:p>
    <w:p w14:paraId="258DFACC" w14:textId="77777777" w:rsidR="006A6C67" w:rsidRPr="006A6C67" w:rsidRDefault="006A6C67" w:rsidP="00440466">
      <w:pPr>
        <w:pStyle w:val="NoSpacing"/>
        <w:rPr>
          <w:rFonts w:cs="Arial"/>
          <w:sz w:val="20"/>
          <w:szCs w:val="20"/>
        </w:rPr>
      </w:pPr>
    </w:p>
    <w:p w14:paraId="2D8DB0A1" w14:textId="77777777" w:rsidR="006A6C67" w:rsidRPr="006A6C67" w:rsidRDefault="006A6C67" w:rsidP="006A6C67">
      <w:pPr>
        <w:pStyle w:val="NoSpacing"/>
        <w:rPr>
          <w:rFonts w:cs="Arial"/>
          <w:sz w:val="20"/>
          <w:szCs w:val="20"/>
        </w:rPr>
      </w:pPr>
      <w:r w:rsidRPr="006A6C67">
        <w:rPr>
          <w:rFonts w:cs="Arial"/>
          <w:sz w:val="20"/>
          <w:szCs w:val="20"/>
        </w:rPr>
        <w:t>“Prima, en wie kan er uitleggen wat we tijdens de JOTA en JOTI doen,” gaat Akela verder. Weer een aantal handen in de lucht. Akela wijst nu naar Gijs. “Vertel jij het maar.</w:t>
      </w:r>
    </w:p>
    <w:p w14:paraId="4424A33F" w14:textId="77777777" w:rsidR="006A6C67" w:rsidRPr="006A6C67" w:rsidRDefault="006A6C67" w:rsidP="006A6C67">
      <w:pPr>
        <w:pStyle w:val="NoSpacing"/>
        <w:rPr>
          <w:rFonts w:cs="Arial"/>
          <w:sz w:val="20"/>
          <w:szCs w:val="20"/>
        </w:rPr>
      </w:pPr>
    </w:p>
    <w:p w14:paraId="687B8F38" w14:textId="77777777" w:rsidR="006A6C67" w:rsidRPr="006A6C67" w:rsidRDefault="006A6C67" w:rsidP="006A6C67">
      <w:pPr>
        <w:pStyle w:val="NoSpacing"/>
        <w:rPr>
          <w:rFonts w:cs="Arial"/>
          <w:sz w:val="20"/>
          <w:szCs w:val="20"/>
        </w:rPr>
      </w:pPr>
      <w:r w:rsidRPr="006A6C67">
        <w:rPr>
          <w:rFonts w:cs="Arial"/>
          <w:sz w:val="20"/>
          <w:szCs w:val="20"/>
        </w:rPr>
        <w:t xml:space="preserve">Gijs probeert zo goed mogelijk te vertellen wat ze gaan doen, maar omdat hij stottert duurt het wel even voordat hij klaar is. Alle welpen luisteren vol aandacht. Geen enkele welp valt hem in de reden. Akela vat nog even samen wat Gijs vertelt heeft. “Ja juist bij de JOTA zoeken wij met welpen over de hele wereld contact via een verbinding via zendapparatuur en bij JOTI doen we het via het Internet. Vandaag gaan jullie allebei doen. De ene groep begint bij de zendamateurs, de andere groep gaat via het Internet contacten leggen met welpen ergens anders. Later draaien we de rollen om. </w:t>
      </w:r>
    </w:p>
    <w:p w14:paraId="0DC63088" w14:textId="77777777" w:rsidR="006A6C67" w:rsidRPr="006A6C67" w:rsidRDefault="006A6C67">
      <w:pPr>
        <w:spacing w:after="160" w:line="259" w:lineRule="auto"/>
        <w:rPr>
          <w:rFonts w:ascii="Arial" w:eastAsiaTheme="minorHAnsi" w:hAnsi="Arial" w:cs="Arial"/>
          <w:kern w:val="2"/>
          <w:szCs w:val="20"/>
          <w:lang w:eastAsia="en-US"/>
          <w14:ligatures w14:val="standardContextual"/>
        </w:rPr>
      </w:pPr>
      <w:r w:rsidRPr="006A6C67">
        <w:rPr>
          <w:rFonts w:cs="Arial"/>
          <w:szCs w:val="20"/>
        </w:rPr>
        <w:br w:type="page"/>
      </w:r>
    </w:p>
    <w:p w14:paraId="4BCA8148" w14:textId="19AC6F45" w:rsidR="006A6C67" w:rsidRPr="006A6C67" w:rsidRDefault="006A6C67" w:rsidP="006A6C67">
      <w:pPr>
        <w:pStyle w:val="NoSpacing"/>
        <w:rPr>
          <w:rFonts w:cs="Arial"/>
          <w:sz w:val="20"/>
          <w:szCs w:val="20"/>
        </w:rPr>
      </w:pPr>
      <w:r w:rsidRPr="006A6C67">
        <w:rPr>
          <w:rFonts w:cs="Arial"/>
          <w:sz w:val="20"/>
          <w:szCs w:val="20"/>
        </w:rPr>
        <w:lastRenderedPageBreak/>
        <w:t xml:space="preserve">Vanmiddag gaat jullie knutselen en na het eten hebben we nog een groot spel op het programma staan. Dus twee nesten, Blauw en Rood, beginnen bij Bagheera en Geel en Groen gaan naar Hathi. Ik kom straks eens kijken wat jullie allemaal al bereikt hebben. Heel veel succes.” De groep splitst in twee en iedereen weet waar te beginnen. Annelotte neemt Shanti bij de arm. “Kom maar mee met mij, ik ben gids van het Groene Nest. Ik zal je wel laten zien waar wij heen moeten. </w:t>
      </w:r>
      <w:r w:rsidRPr="006A6C67">
        <w:rPr>
          <w:rFonts w:cs="Arial"/>
          <w:sz w:val="20"/>
          <w:szCs w:val="20"/>
        </w:rPr>
        <w:t>“Shanti</w:t>
      </w:r>
      <w:r w:rsidRPr="006A6C67">
        <w:rPr>
          <w:rFonts w:cs="Arial"/>
          <w:sz w:val="20"/>
          <w:szCs w:val="20"/>
        </w:rPr>
        <w:t xml:space="preserve"> kijkt naar Mowgli, maar die is druk in gesprek met een paar jongens. Waaronder ook de jongen die Jeroen werd genoemd. Mowgli zit in de andere groep, dus moet Shanti er zelf wat van maken. Opgewekt stapt ze met Annelotte mee. In een ander lokaal staan allemaal computerschermen en laptops op de tafels. Hathi, één van de leiders staat in de deuropening om de twee nesten te ontvangen. Shanti moet een beetje in zichzelf lachen. Hathi is een forse kerel. De naam Hathi past prima bij hem. “Zoek allemaal maar twee aan twee een plekje achter een scherm, zegt Hathi. “Prima, dan zal ik vertellen wat we gaan doen. Jullie krijgen per koppel assistentie van één van de Explorers. In elk geval aan het begin. Die kunnen jullie helpen bij de werkwijze van het computerprogramma Er worden via een speciaal netwerk leuke contacten gelegd met groepen</w:t>
      </w:r>
      <w:r w:rsidRPr="006A6C67">
        <w:rPr>
          <w:rFonts w:cs="Arial"/>
          <w:sz w:val="20"/>
          <w:szCs w:val="20"/>
        </w:rPr>
        <w:t xml:space="preserve"> </w:t>
      </w:r>
      <w:r w:rsidRPr="006A6C67">
        <w:rPr>
          <w:rFonts w:cs="Arial"/>
          <w:sz w:val="20"/>
          <w:szCs w:val="20"/>
        </w:rPr>
        <w:t>welpen dichtbij, maar ook in het buitenland. Daarbij hielpen de Explorers dan omdat niet iedereen de taal van de buitenlandse groep beheersten.</w:t>
      </w:r>
    </w:p>
    <w:p w14:paraId="1390A444" w14:textId="77777777" w:rsidR="006A6C67" w:rsidRPr="006A6C67" w:rsidRDefault="006A6C67" w:rsidP="00440466">
      <w:pPr>
        <w:pStyle w:val="NoSpacing"/>
        <w:rPr>
          <w:rFonts w:cs="Arial"/>
          <w:sz w:val="20"/>
          <w:szCs w:val="20"/>
        </w:rPr>
      </w:pPr>
    </w:p>
    <w:p w14:paraId="58578019" w14:textId="1F3E2F21" w:rsidR="006A6C67" w:rsidRPr="006A6C67" w:rsidRDefault="006A6C67" w:rsidP="00440466">
      <w:pPr>
        <w:pStyle w:val="NoSpacing"/>
        <w:rPr>
          <w:rFonts w:cs="Arial"/>
          <w:sz w:val="20"/>
          <w:szCs w:val="20"/>
        </w:rPr>
      </w:pPr>
      <w:r w:rsidRPr="006A6C67">
        <w:rPr>
          <w:rFonts w:cs="Arial"/>
          <w:sz w:val="20"/>
          <w:szCs w:val="20"/>
        </w:rPr>
        <w:t>Mowgli blijft met het Rode nest van Jeroen in de zaal waar ze begonnen zijn. Bagheera vertelt dat bij de verbinding via de lucht met de zendapparatuur je nooit alleen zat. Niet alleen als welp, maar dat er altijd een zendamateur bij is, die de verbinding maakt en dat je daarna duidelijk in de microfoon moet praten, vragen stellen of vragen beantwoorden. De eerste keer vinden de welpen dat best eng en vreemd. Je praat door een microfoon met iemand ver weg, maar je ziet ze niet. Maar na een paar contacten merkt Maaike op “Het is eigenlijk net als telefoneren met een vreemde, die zie je ook niet, maar hoor je wel.” “Zo is het maar net,” bevestigt Bagheera. “Opbellen doen jullie vast allemaal wel eens. Meestal natuurlijk met iemand die je kent, maar als je de telefoon opneemt weet je ook niet altijd wie er aan de andere kant van de lijn is.” Halverwege de morgen verzamelen de welpen buiten op het grasveld. Daar krijgen ze een groot glas koude chocomel met een lekkere koek. Mowgli en Shanti gaan even naast elkaar zitten. “Hoe gaat het bij jou, “vraagt Mowgli aan Shanti. Enthousiast vertelt Shanti dat ze al contacten hebben gelegd met welpen in Delft, Rotterdam, Enschede en zelfs in Engeland. Maar toen kregen wij hulp van een Explorer.</w:t>
      </w:r>
    </w:p>
    <w:p w14:paraId="2DDDC74C" w14:textId="77777777" w:rsidR="006A6C67" w:rsidRPr="006A6C67" w:rsidRDefault="006A6C67" w:rsidP="00440466">
      <w:pPr>
        <w:pStyle w:val="NoSpacing"/>
        <w:rPr>
          <w:rFonts w:cs="Arial"/>
          <w:sz w:val="20"/>
          <w:szCs w:val="20"/>
        </w:rPr>
      </w:pPr>
    </w:p>
    <w:p w14:paraId="42F8419B" w14:textId="24733BC1" w:rsidR="006A6C67" w:rsidRPr="006A6C67" w:rsidRDefault="006A6C67" w:rsidP="00440466">
      <w:pPr>
        <w:pStyle w:val="NoSpacing"/>
        <w:rPr>
          <w:rFonts w:cs="Arial"/>
          <w:sz w:val="20"/>
          <w:szCs w:val="20"/>
        </w:rPr>
      </w:pPr>
      <w:r w:rsidRPr="006A6C67">
        <w:rPr>
          <w:rFonts w:cs="Arial"/>
          <w:sz w:val="20"/>
          <w:szCs w:val="20"/>
        </w:rPr>
        <w:t>Mowgli heeft ook contacten gelegd met welpen in Nederland, maar ook in een ver land waar ze de taal niet van verstonden. Toen heeft de zendamateur geholpen.</w:t>
      </w:r>
    </w:p>
    <w:p w14:paraId="2D6DCA19" w14:textId="77777777" w:rsidR="006A6C67" w:rsidRPr="006A6C67" w:rsidRDefault="006A6C67" w:rsidP="00440466">
      <w:pPr>
        <w:pStyle w:val="NoSpacing"/>
        <w:rPr>
          <w:rFonts w:cs="Arial"/>
          <w:sz w:val="20"/>
          <w:szCs w:val="20"/>
        </w:rPr>
      </w:pPr>
    </w:p>
    <w:p w14:paraId="54A1927A" w14:textId="26860155" w:rsidR="006A6C67" w:rsidRPr="006A6C67" w:rsidRDefault="006A6C67" w:rsidP="00440466">
      <w:pPr>
        <w:pStyle w:val="NoSpacing"/>
        <w:rPr>
          <w:rFonts w:cs="Arial"/>
          <w:sz w:val="20"/>
          <w:szCs w:val="20"/>
        </w:rPr>
      </w:pPr>
      <w:r w:rsidRPr="006A6C67">
        <w:rPr>
          <w:rFonts w:cs="Arial"/>
          <w:sz w:val="20"/>
          <w:szCs w:val="20"/>
        </w:rPr>
        <w:t>Dan is het tijd om te wisselen. Mowgli doet nu JOTI en Shanti hoort allerlei piepgeluiden op de zendapparatuur. Zij gaat wat achteraan zitten,</w:t>
      </w:r>
      <w:r w:rsidRPr="006A6C67">
        <w:rPr>
          <w:rFonts w:cs="Arial"/>
          <w:sz w:val="20"/>
          <w:szCs w:val="20"/>
        </w:rPr>
        <w:t xml:space="preserve"> </w:t>
      </w:r>
      <w:r w:rsidRPr="006A6C67">
        <w:rPr>
          <w:rFonts w:cs="Arial"/>
          <w:sz w:val="20"/>
          <w:szCs w:val="20"/>
        </w:rPr>
        <w:t xml:space="preserve">ze vindt het eigenlijk een beetje eng om als eerste te moeten praten. Maar Bagheera haalt haar na een paar contacten naar voren en dan moet ook Shanti eraan geloven. Bagheera vertelt wat Maaike opgemerkt heeft. Shanti knikt instemmend. Ja het lijkt op telefoneren, dus dan hoef je niet bang te zijn. Dapper heeft ze een gesprek met een horde uit </w:t>
      </w:r>
      <w:r w:rsidRPr="006A6C67">
        <w:rPr>
          <w:rFonts w:cs="Arial"/>
          <w:sz w:val="20"/>
          <w:szCs w:val="20"/>
        </w:rPr>
        <w:t>Zuid-Afrika</w:t>
      </w:r>
      <w:r w:rsidRPr="006A6C67">
        <w:rPr>
          <w:rFonts w:cs="Arial"/>
          <w:sz w:val="20"/>
          <w:szCs w:val="20"/>
        </w:rPr>
        <w:t xml:space="preserve"> en het fijne is dat zij gewoon Nederlands kan praten. Dat verstaan zij daar ook, alhoewel hun antwoorden net een beetje anders klinken. Tussen de middag worden er stapels boterhammen opgegeten en dan gaat het programma weer verder.</w:t>
      </w:r>
    </w:p>
    <w:p w14:paraId="29C32D03" w14:textId="77777777" w:rsidR="006A6C67" w:rsidRPr="006A6C67" w:rsidRDefault="006A6C67" w:rsidP="00440466">
      <w:pPr>
        <w:pStyle w:val="NoSpacing"/>
        <w:rPr>
          <w:rFonts w:cs="Arial"/>
          <w:sz w:val="20"/>
          <w:szCs w:val="20"/>
        </w:rPr>
      </w:pPr>
    </w:p>
    <w:p w14:paraId="5CB0798C" w14:textId="0E3DC284" w:rsidR="006A6C67" w:rsidRPr="006A6C67" w:rsidRDefault="006A6C67" w:rsidP="00440466">
      <w:pPr>
        <w:pStyle w:val="NoSpacing"/>
        <w:rPr>
          <w:sz w:val="20"/>
          <w:szCs w:val="20"/>
        </w:rPr>
      </w:pPr>
      <w:r w:rsidRPr="006A6C67">
        <w:rPr>
          <w:sz w:val="20"/>
          <w:szCs w:val="20"/>
        </w:rPr>
        <w:t>In de middag mogen alle welpen onder leiding van twee scoutsleiders een kitje maken. Wat dat is weten een aantal welpen en ook Mowgli en Shanti niet. In een zakje zit een groen plaatje met allerlei kleine lichtjes en daarvan gaan ze een apparaatje maken dat op een batterij werkt als je het goed doet. Er is een werkschema bij en dat is al best moeilijk om te begrijpen. Gelukkig kunnen de leiders goed uitleggeven .Het solderen valt niet mee, je mag niet teveel soldeer gebruiken. Shanti is er beter in dan Mowgli, die houdt meer van het grove werk. Maar tot slot hebben alle welpen een klein apparaatje dat werkt als een dobbelsteen op een batterij.</w:t>
      </w:r>
    </w:p>
    <w:p w14:paraId="43250C88" w14:textId="77777777" w:rsidR="006A6C67" w:rsidRPr="006A6C67" w:rsidRDefault="006A6C67" w:rsidP="00440466">
      <w:pPr>
        <w:pStyle w:val="NoSpacing"/>
        <w:rPr>
          <w:sz w:val="20"/>
          <w:szCs w:val="20"/>
        </w:rPr>
      </w:pPr>
    </w:p>
    <w:p w14:paraId="6830FC56" w14:textId="31A6C413" w:rsidR="006A6C67" w:rsidRPr="006A6C67" w:rsidRDefault="006A6C67" w:rsidP="00440466">
      <w:pPr>
        <w:pStyle w:val="NoSpacing"/>
        <w:rPr>
          <w:sz w:val="20"/>
          <w:szCs w:val="20"/>
        </w:rPr>
      </w:pPr>
      <w:r w:rsidRPr="006A6C67">
        <w:rPr>
          <w:sz w:val="20"/>
          <w:szCs w:val="20"/>
        </w:rPr>
        <w:t>De tijd vliegt om en vlak voor etenstijd hebben de welpen even vrij om lekker buiten wat te spelen.</w:t>
      </w:r>
    </w:p>
    <w:p w14:paraId="65BCD7AE" w14:textId="77777777" w:rsidR="006A6C67" w:rsidRPr="006A6C67" w:rsidRDefault="006A6C67">
      <w:pPr>
        <w:spacing w:after="160" w:line="259" w:lineRule="auto"/>
        <w:rPr>
          <w:rFonts w:ascii="Arial" w:eastAsiaTheme="minorHAnsi" w:hAnsi="Arial"/>
          <w:kern w:val="2"/>
          <w:szCs w:val="20"/>
          <w:lang w:eastAsia="en-US"/>
          <w14:ligatures w14:val="standardContextual"/>
        </w:rPr>
      </w:pPr>
      <w:r w:rsidRPr="006A6C67">
        <w:rPr>
          <w:szCs w:val="20"/>
        </w:rPr>
        <w:br w:type="page"/>
      </w:r>
    </w:p>
    <w:p w14:paraId="302C618A" w14:textId="0E5AC58B" w:rsidR="006A6C67" w:rsidRPr="006A6C67" w:rsidRDefault="006A6C67" w:rsidP="00440466">
      <w:pPr>
        <w:pStyle w:val="NoSpacing"/>
        <w:rPr>
          <w:sz w:val="20"/>
          <w:szCs w:val="20"/>
        </w:rPr>
      </w:pPr>
      <w:r w:rsidRPr="006A6C67">
        <w:rPr>
          <w:sz w:val="20"/>
          <w:szCs w:val="20"/>
        </w:rPr>
        <w:lastRenderedPageBreak/>
        <w:t>Na het eten gaan de nesten onder leiding van Akela, Hathi, Bagheera en de net gearriveerde Raksha het bos in. Elk nest heeft een lijst gekregen met daarop de namen van de jungledieren. Het is de bedoeling dat zij op de juiste volgorde de bijbehorende geluiden op speuren die in het bos verstopt zijn. Elk nest heeft ook een “zoeker” mee gekregen die je boven je hoofd moet houden en daarmee de geluiden op kunt vangen via een koptelefoon. Om de beurt lopen de welpen voorop om een nieuw geluid te zoeken. Het valt niet mee en het is al pikkedonker als de nesten terugkeren bij de blokhut. En nog is het programma niet</w:t>
      </w:r>
      <w:r w:rsidRPr="006A6C67">
        <w:rPr>
          <w:sz w:val="20"/>
          <w:szCs w:val="20"/>
        </w:rPr>
        <w:t xml:space="preserve"> </w:t>
      </w:r>
      <w:r w:rsidRPr="006A6C67">
        <w:rPr>
          <w:sz w:val="20"/>
          <w:szCs w:val="20"/>
        </w:rPr>
        <w:t>om, met alle welpen en scouts wordt nog een groot kampvuur gehouden met veel zingen en waarbij het roosteren van marshmallows niet ontbreekt.</w:t>
      </w:r>
    </w:p>
    <w:p w14:paraId="6FBA3D97" w14:textId="77777777" w:rsidR="006A6C67" w:rsidRPr="006A6C67" w:rsidRDefault="006A6C67" w:rsidP="00440466">
      <w:pPr>
        <w:pStyle w:val="NoSpacing"/>
        <w:rPr>
          <w:sz w:val="20"/>
          <w:szCs w:val="20"/>
        </w:rPr>
      </w:pPr>
    </w:p>
    <w:p w14:paraId="78429019" w14:textId="33246793" w:rsidR="006A6C67" w:rsidRPr="006A6C67" w:rsidRDefault="006A6C67" w:rsidP="00440466">
      <w:pPr>
        <w:pStyle w:val="NoSpacing"/>
        <w:rPr>
          <w:sz w:val="20"/>
          <w:szCs w:val="20"/>
        </w:rPr>
      </w:pPr>
      <w:r w:rsidRPr="006A6C67">
        <w:rPr>
          <w:sz w:val="20"/>
          <w:szCs w:val="20"/>
        </w:rPr>
        <w:t>Dan is het tijd om naar huis terug te gaan. Alle welpen worden opgehaald en ook de vader van Mowgli is er om zijn zoon en Shanti mee terug te nemen naar Haveli. De beide kinderen hebben genoten van de bijeenkomst en willen graag nog eens terug komen.</w:t>
      </w:r>
    </w:p>
    <w:p w14:paraId="67DD2F96" w14:textId="77777777" w:rsidR="006A6C67" w:rsidRPr="006A6C67" w:rsidRDefault="006A6C67" w:rsidP="00440466">
      <w:pPr>
        <w:pStyle w:val="NoSpacing"/>
        <w:rPr>
          <w:sz w:val="20"/>
          <w:szCs w:val="20"/>
        </w:rPr>
      </w:pPr>
    </w:p>
    <w:p w14:paraId="1F791168" w14:textId="2AF3E431" w:rsidR="006A6C67" w:rsidRPr="006A6C67" w:rsidRDefault="006A6C67" w:rsidP="00440466">
      <w:pPr>
        <w:pStyle w:val="NoSpacing"/>
        <w:rPr>
          <w:sz w:val="20"/>
          <w:szCs w:val="20"/>
        </w:rPr>
      </w:pPr>
      <w:r w:rsidRPr="006A6C67">
        <w:rPr>
          <w:sz w:val="20"/>
          <w:szCs w:val="20"/>
        </w:rPr>
        <w:t>Onderweg vertellen Mowgli en Shanti honderd uit. Wel zijn ze blij dat ze niet al die technische dingen hoefden te leren en te weten, maar dat je zo ver kunt komen hadden ze nooit verwacht.</w:t>
      </w:r>
    </w:p>
    <w:p w14:paraId="60DF1252" w14:textId="77777777" w:rsidR="006A6C67" w:rsidRPr="006A6C67" w:rsidRDefault="006A6C67" w:rsidP="00440466">
      <w:pPr>
        <w:pStyle w:val="NoSpacing"/>
        <w:rPr>
          <w:sz w:val="20"/>
          <w:szCs w:val="20"/>
        </w:rPr>
      </w:pPr>
    </w:p>
    <w:p w14:paraId="60BBD38C" w14:textId="0288CBC0" w:rsidR="006A6C67" w:rsidRPr="006A6C67" w:rsidRDefault="006A6C67" w:rsidP="00440466">
      <w:pPr>
        <w:pStyle w:val="NoSpacing"/>
        <w:rPr>
          <w:rFonts w:cs="Arial"/>
          <w:sz w:val="20"/>
          <w:szCs w:val="20"/>
        </w:rPr>
      </w:pPr>
      <w:r w:rsidRPr="006A6C67">
        <w:rPr>
          <w:sz w:val="20"/>
          <w:szCs w:val="20"/>
        </w:rPr>
        <w:t>Wanneer Mowgli Shanti thuis afzet weten ze één ding zeker en dat is de betekenis van die acht letters JOTA-JOTI. Dat vergeten ze nooit meer.</w:t>
      </w:r>
    </w:p>
    <w:p w14:paraId="05F7B8F7" w14:textId="5B516319" w:rsidR="008B23FF" w:rsidRPr="006A6C67" w:rsidRDefault="008B23FF">
      <w:pPr>
        <w:spacing w:after="160" w:line="259" w:lineRule="auto"/>
        <w:rPr>
          <w:rFonts w:ascii="Arial" w:eastAsiaTheme="majorEastAsia" w:hAnsi="Arial" w:cs="Arial"/>
          <w:color w:val="FFFFFF" w:themeColor="background1"/>
          <w:szCs w:val="20"/>
        </w:rPr>
      </w:pPr>
    </w:p>
    <w:sectPr w:rsidR="008B23FF" w:rsidRPr="006A6C67" w:rsidSect="0006730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FF4477" w14:textId="77777777" w:rsidR="00C4599A" w:rsidRDefault="00C4599A" w:rsidP="00AA1495">
      <w:pPr>
        <w:spacing w:line="240" w:lineRule="auto"/>
      </w:pPr>
      <w:r>
        <w:separator/>
      </w:r>
    </w:p>
  </w:endnote>
  <w:endnote w:type="continuationSeparator" w:id="0">
    <w:p w14:paraId="765F6040" w14:textId="77777777" w:rsidR="00C4599A" w:rsidRDefault="00C4599A"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6777C1" w14:textId="77777777" w:rsidR="00C4599A" w:rsidRDefault="00C4599A" w:rsidP="00AA1495">
      <w:pPr>
        <w:spacing w:line="240" w:lineRule="auto"/>
      </w:pPr>
      <w:r>
        <w:separator/>
      </w:r>
    </w:p>
  </w:footnote>
  <w:footnote w:type="continuationSeparator" w:id="0">
    <w:p w14:paraId="799751A4" w14:textId="77777777" w:rsidR="00C4599A" w:rsidRDefault="00C4599A"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3337FD94"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6A6C67">
      <w:rPr>
        <w:color w:val="FFFFFF" w:themeColor="background1"/>
      </w:rPr>
      <w:t>2020</w:t>
    </w:r>
  </w:p>
  <w:p w14:paraId="6D2E3346" w14:textId="2ACF09B1" w:rsidR="00831E14" w:rsidRPr="008B23FF" w:rsidRDefault="006A6C67" w:rsidP="00831E14">
    <w:pPr>
      <w:pStyle w:val="Title"/>
      <w:rPr>
        <w:color w:val="FFFFFF" w:themeColor="background1"/>
      </w:rPr>
    </w:pPr>
    <w:r>
      <w:rPr>
        <w:color w:val="FFFFFF" w:themeColor="background1"/>
      </w:rPr>
      <w:t>Themaverhaal welpen 2020</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67304"/>
    <w:rsid w:val="001068AA"/>
    <w:rsid w:val="001B594A"/>
    <w:rsid w:val="00302AD2"/>
    <w:rsid w:val="00440466"/>
    <w:rsid w:val="004F1D93"/>
    <w:rsid w:val="005153E6"/>
    <w:rsid w:val="005837D4"/>
    <w:rsid w:val="005E31B0"/>
    <w:rsid w:val="00656311"/>
    <w:rsid w:val="006A6C67"/>
    <w:rsid w:val="006D1E8C"/>
    <w:rsid w:val="00790541"/>
    <w:rsid w:val="00831E14"/>
    <w:rsid w:val="00835635"/>
    <w:rsid w:val="008B23FF"/>
    <w:rsid w:val="008D301C"/>
    <w:rsid w:val="009839E5"/>
    <w:rsid w:val="009B1B2C"/>
    <w:rsid w:val="00A15E9C"/>
    <w:rsid w:val="00AA1495"/>
    <w:rsid w:val="00BB3528"/>
    <w:rsid w:val="00C4599A"/>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2</TotalTime>
  <Pages>3</Pages>
  <Words>1451</Words>
  <Characters>8274</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2</cp:revision>
  <dcterms:created xsi:type="dcterms:W3CDTF">2025-09-03T09:06:00Z</dcterms:created>
  <dcterms:modified xsi:type="dcterms:W3CDTF">2025-09-04T10:14:00Z</dcterms:modified>
</cp:coreProperties>
</file>